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0C5D6B" w14:textId="77777777" w:rsidR="006E5D65" w:rsidRPr="00F67EBC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67EBC">
        <w:rPr>
          <w:rFonts w:ascii="Corbel" w:hAnsi="Corbel"/>
          <w:b/>
          <w:bCs/>
          <w:sz w:val="24"/>
          <w:szCs w:val="24"/>
        </w:rPr>
        <w:tab/>
      </w:r>
      <w:r w:rsidRPr="00F67EBC">
        <w:rPr>
          <w:rFonts w:ascii="Corbel" w:hAnsi="Corbel"/>
          <w:b/>
          <w:bCs/>
          <w:sz w:val="24"/>
          <w:szCs w:val="24"/>
        </w:rPr>
        <w:tab/>
      </w:r>
      <w:r w:rsidRPr="00F67EBC">
        <w:rPr>
          <w:rFonts w:ascii="Corbel" w:hAnsi="Corbel"/>
          <w:b/>
          <w:bCs/>
          <w:sz w:val="24"/>
          <w:szCs w:val="24"/>
        </w:rPr>
        <w:tab/>
      </w:r>
      <w:r w:rsidRPr="00F67EBC">
        <w:rPr>
          <w:rFonts w:ascii="Corbel" w:hAnsi="Corbel"/>
          <w:b/>
          <w:bCs/>
          <w:sz w:val="24"/>
          <w:szCs w:val="24"/>
        </w:rPr>
        <w:tab/>
      </w:r>
      <w:r w:rsidRPr="00F67EBC">
        <w:rPr>
          <w:rFonts w:ascii="Corbel" w:hAnsi="Corbel"/>
          <w:b/>
          <w:bCs/>
          <w:sz w:val="24"/>
          <w:szCs w:val="24"/>
        </w:rPr>
        <w:tab/>
      </w:r>
      <w:r w:rsidRPr="00F67EBC">
        <w:rPr>
          <w:rFonts w:ascii="Corbel" w:hAnsi="Corbel"/>
          <w:b/>
          <w:bCs/>
          <w:sz w:val="24"/>
          <w:szCs w:val="24"/>
        </w:rPr>
        <w:tab/>
      </w:r>
      <w:r w:rsidR="00D8678B" w:rsidRPr="00F67EBC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F67EBC">
        <w:rPr>
          <w:rFonts w:ascii="Corbel" w:hAnsi="Corbel"/>
          <w:bCs/>
          <w:i/>
          <w:sz w:val="24"/>
          <w:szCs w:val="24"/>
        </w:rPr>
        <w:t>1.5</w:t>
      </w:r>
      <w:r w:rsidR="00D8678B" w:rsidRPr="00F67EBC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F67EBC">
        <w:rPr>
          <w:rFonts w:ascii="Corbel" w:hAnsi="Corbel"/>
          <w:bCs/>
          <w:i/>
          <w:sz w:val="24"/>
          <w:szCs w:val="24"/>
        </w:rPr>
        <w:t xml:space="preserve"> Rektora </w:t>
      </w:r>
      <w:proofErr w:type="gramStart"/>
      <w:r w:rsidR="002A22BF" w:rsidRPr="00F67EBC">
        <w:rPr>
          <w:rFonts w:ascii="Corbel" w:hAnsi="Corbel"/>
          <w:bCs/>
          <w:i/>
          <w:sz w:val="24"/>
          <w:szCs w:val="24"/>
        </w:rPr>
        <w:t xml:space="preserve">UR </w:t>
      </w:r>
      <w:r w:rsidRPr="00F67EBC">
        <w:rPr>
          <w:rFonts w:ascii="Corbel" w:hAnsi="Corbel"/>
          <w:bCs/>
          <w:i/>
          <w:sz w:val="24"/>
          <w:szCs w:val="24"/>
        </w:rPr>
        <w:t xml:space="preserve"> nr</w:t>
      </w:r>
      <w:proofErr w:type="gramEnd"/>
      <w:r w:rsidRPr="00F67EBC">
        <w:rPr>
          <w:rFonts w:ascii="Corbel" w:hAnsi="Corbel"/>
          <w:bCs/>
          <w:i/>
          <w:sz w:val="24"/>
          <w:szCs w:val="24"/>
        </w:rPr>
        <w:t xml:space="preserve"> </w:t>
      </w:r>
      <w:r w:rsidR="00F17567" w:rsidRPr="00F67EBC">
        <w:rPr>
          <w:rFonts w:ascii="Corbel" w:hAnsi="Corbel"/>
          <w:bCs/>
          <w:i/>
          <w:sz w:val="24"/>
          <w:szCs w:val="24"/>
        </w:rPr>
        <w:t>12/2019</w:t>
      </w:r>
    </w:p>
    <w:p w14:paraId="1268BB86" w14:textId="77777777" w:rsidR="0085747A" w:rsidRPr="00F67EB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67EBC">
        <w:rPr>
          <w:rFonts w:ascii="Corbel" w:hAnsi="Corbel"/>
          <w:b/>
          <w:smallCaps/>
          <w:sz w:val="24"/>
          <w:szCs w:val="24"/>
        </w:rPr>
        <w:t>SYLABUS</w:t>
      </w:r>
    </w:p>
    <w:p w14:paraId="56EEBB80" w14:textId="77777777" w:rsidR="0085747A" w:rsidRPr="00306EB6" w:rsidRDefault="0071620A" w:rsidP="00306EB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306EB6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306EB6">
        <w:rPr>
          <w:rFonts w:ascii="Corbel" w:hAnsi="Corbel"/>
          <w:i/>
          <w:smallCaps/>
          <w:sz w:val="24"/>
          <w:szCs w:val="24"/>
        </w:rPr>
        <w:t xml:space="preserve"> 2020-202</w:t>
      </w:r>
      <w:r w:rsidR="005A3FC4" w:rsidRPr="00306EB6">
        <w:rPr>
          <w:rFonts w:ascii="Corbel" w:hAnsi="Corbel"/>
          <w:i/>
          <w:smallCaps/>
          <w:sz w:val="24"/>
          <w:szCs w:val="24"/>
        </w:rPr>
        <w:t>2</w:t>
      </w:r>
      <w:r w:rsidR="00DC6D0C" w:rsidRPr="00306EB6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1F9C03B4" w14:textId="77777777" w:rsidR="00445970" w:rsidRPr="00306EB6" w:rsidRDefault="00445970" w:rsidP="00306EB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06EB6">
        <w:rPr>
          <w:rFonts w:ascii="Corbel" w:hAnsi="Corbel"/>
          <w:sz w:val="20"/>
          <w:szCs w:val="20"/>
        </w:rPr>
        <w:t xml:space="preserve">Rok akademicki   </w:t>
      </w:r>
      <w:r w:rsidR="007975CE" w:rsidRPr="00306EB6">
        <w:rPr>
          <w:rFonts w:ascii="Corbel" w:hAnsi="Corbel"/>
          <w:sz w:val="20"/>
          <w:szCs w:val="20"/>
        </w:rPr>
        <w:t>202</w:t>
      </w:r>
      <w:r w:rsidR="00306EB6" w:rsidRPr="00306EB6">
        <w:rPr>
          <w:rFonts w:ascii="Corbel" w:hAnsi="Corbel"/>
          <w:sz w:val="20"/>
          <w:szCs w:val="20"/>
        </w:rPr>
        <w:t>1</w:t>
      </w:r>
      <w:r w:rsidR="007975CE" w:rsidRPr="00306EB6">
        <w:rPr>
          <w:rFonts w:ascii="Corbel" w:hAnsi="Corbel"/>
          <w:sz w:val="20"/>
          <w:szCs w:val="20"/>
        </w:rPr>
        <w:t>/202</w:t>
      </w:r>
      <w:r w:rsidR="00306EB6" w:rsidRPr="00306EB6">
        <w:rPr>
          <w:rFonts w:ascii="Corbel" w:hAnsi="Corbel"/>
          <w:sz w:val="20"/>
          <w:szCs w:val="20"/>
        </w:rPr>
        <w:t>2</w:t>
      </w:r>
    </w:p>
    <w:p w14:paraId="3F46E0F0" w14:textId="77777777" w:rsidR="0085747A" w:rsidRPr="00F67EB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303B25" w14:textId="77777777" w:rsidR="0085747A" w:rsidRDefault="0085747A" w:rsidP="00306EB6">
      <w:pPr>
        <w:pStyle w:val="Punktygwne"/>
        <w:numPr>
          <w:ilvl w:val="0"/>
          <w:numId w:val="2"/>
        </w:numPr>
        <w:spacing w:before="0" w:after="0"/>
        <w:ind w:left="426"/>
        <w:rPr>
          <w:rFonts w:ascii="Corbel" w:hAnsi="Corbel"/>
          <w:szCs w:val="24"/>
        </w:rPr>
      </w:pPr>
      <w:r w:rsidRPr="00F67EBC">
        <w:rPr>
          <w:rFonts w:ascii="Corbel" w:hAnsi="Corbel"/>
          <w:szCs w:val="24"/>
        </w:rPr>
        <w:t xml:space="preserve">Podstawowe </w:t>
      </w:r>
      <w:r w:rsidR="00445970" w:rsidRPr="00F67EBC">
        <w:rPr>
          <w:rFonts w:ascii="Corbel" w:hAnsi="Corbel"/>
          <w:szCs w:val="24"/>
        </w:rPr>
        <w:t>informacje o przedmiocie</w:t>
      </w:r>
      <w:r w:rsidR="00306EB6">
        <w:rPr>
          <w:rFonts w:ascii="Corbel" w:hAnsi="Corbel"/>
          <w:szCs w:val="24"/>
        </w:rPr>
        <w:t xml:space="preserve"> </w:t>
      </w:r>
    </w:p>
    <w:p w14:paraId="5E59B9C1" w14:textId="77777777" w:rsidR="00306EB6" w:rsidRPr="00F67EBC" w:rsidRDefault="00306EB6" w:rsidP="00306EB6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7975CE" w:rsidRPr="00F67EBC" w14:paraId="2397B93B" w14:textId="77777777" w:rsidTr="00306EB6">
        <w:tc>
          <w:tcPr>
            <w:tcW w:w="2694" w:type="dxa"/>
            <w:vAlign w:val="center"/>
          </w:tcPr>
          <w:p w14:paraId="33380D9C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6EF41D" w14:textId="77777777" w:rsidR="007975CE" w:rsidRPr="00F67EBC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t>Projekty i programy UE</w:t>
            </w:r>
          </w:p>
        </w:tc>
      </w:tr>
      <w:tr w:rsidR="007975CE" w:rsidRPr="00F67EBC" w14:paraId="55C98C99" w14:textId="77777777" w:rsidTr="00306EB6">
        <w:tc>
          <w:tcPr>
            <w:tcW w:w="2694" w:type="dxa"/>
            <w:vAlign w:val="center"/>
          </w:tcPr>
          <w:p w14:paraId="0EA9C4DC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1F1D6C8" w14:textId="77777777" w:rsidR="007975CE" w:rsidRPr="00F67EBC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F67EBC">
              <w:rPr>
                <w:rFonts w:ascii="Corbel" w:hAnsi="Corbel"/>
                <w:b w:val="0"/>
                <w:sz w:val="24"/>
                <w:szCs w:val="24"/>
              </w:rPr>
              <w:t>G</w:t>
            </w:r>
            <w:r w:rsidR="00003FF4" w:rsidRPr="00F67EBC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F67EBC">
              <w:rPr>
                <w:rFonts w:ascii="Corbel" w:hAnsi="Corbel"/>
                <w:b w:val="0"/>
                <w:sz w:val="24"/>
                <w:szCs w:val="24"/>
              </w:rPr>
              <w:t>/C</w:t>
            </w:r>
            <w:r w:rsidR="00003FF4" w:rsidRPr="00F67EBC">
              <w:rPr>
                <w:rFonts w:ascii="Corbel" w:hAnsi="Corbel"/>
                <w:b w:val="0"/>
                <w:sz w:val="24"/>
                <w:szCs w:val="24"/>
              </w:rPr>
              <w:t>1.1.c</w:t>
            </w:r>
          </w:p>
        </w:tc>
      </w:tr>
      <w:tr w:rsidR="007975CE" w:rsidRPr="00F67EBC" w14:paraId="5D2CFB89" w14:textId="77777777" w:rsidTr="00306EB6">
        <w:tc>
          <w:tcPr>
            <w:tcW w:w="2694" w:type="dxa"/>
            <w:vAlign w:val="center"/>
          </w:tcPr>
          <w:p w14:paraId="3023B089" w14:textId="77777777" w:rsidR="007975CE" w:rsidRPr="00F67EBC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4384146" w14:textId="77777777" w:rsidR="007975CE" w:rsidRPr="00F67EBC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06EB6" w:rsidRPr="00F67EBC" w14:paraId="17AD4C9E" w14:textId="77777777" w:rsidTr="00306EB6">
        <w:tc>
          <w:tcPr>
            <w:tcW w:w="2694" w:type="dxa"/>
            <w:vAlign w:val="center"/>
          </w:tcPr>
          <w:p w14:paraId="21BAA032" w14:textId="77777777" w:rsidR="00306EB6" w:rsidRPr="00F67EBC" w:rsidRDefault="00306EB6" w:rsidP="00306E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FA06772" w14:textId="77777777" w:rsidR="00306EB6" w:rsidRPr="00F67EBC" w:rsidRDefault="00306EB6" w:rsidP="00306E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F67EBC" w14:paraId="5264C20A" w14:textId="77777777" w:rsidTr="00306EB6">
        <w:tc>
          <w:tcPr>
            <w:tcW w:w="2694" w:type="dxa"/>
            <w:vAlign w:val="center"/>
          </w:tcPr>
          <w:p w14:paraId="6E6118D2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021ED0" w14:textId="77777777" w:rsidR="007975CE" w:rsidRPr="00F67EBC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F67EBC" w14:paraId="07665CC3" w14:textId="77777777" w:rsidTr="00306EB6">
        <w:tc>
          <w:tcPr>
            <w:tcW w:w="2694" w:type="dxa"/>
            <w:vAlign w:val="center"/>
          </w:tcPr>
          <w:p w14:paraId="7E74E779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E11819" w14:textId="77777777" w:rsidR="007975CE" w:rsidRPr="00F67EBC" w:rsidRDefault="000576F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06EB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F67EBC" w14:paraId="3602B053" w14:textId="77777777" w:rsidTr="00306EB6">
        <w:tc>
          <w:tcPr>
            <w:tcW w:w="2694" w:type="dxa"/>
            <w:vAlign w:val="center"/>
          </w:tcPr>
          <w:p w14:paraId="7D016AF8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71ACE5" w14:textId="77777777" w:rsidR="007975CE" w:rsidRPr="00F67EBC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67EB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975CE" w:rsidRPr="00F67EBC" w14:paraId="1B4797E7" w14:textId="77777777" w:rsidTr="00306EB6">
        <w:tc>
          <w:tcPr>
            <w:tcW w:w="2694" w:type="dxa"/>
            <w:vAlign w:val="center"/>
          </w:tcPr>
          <w:p w14:paraId="20331F8B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44DE498" w14:textId="77777777" w:rsidR="007975CE" w:rsidRPr="00F67EBC" w:rsidRDefault="002D0EDF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975CE" w:rsidRPr="00F67EB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975CE" w:rsidRPr="00F67EBC" w14:paraId="5F00EB2E" w14:textId="77777777" w:rsidTr="00306EB6">
        <w:tc>
          <w:tcPr>
            <w:tcW w:w="2694" w:type="dxa"/>
            <w:vAlign w:val="center"/>
          </w:tcPr>
          <w:p w14:paraId="249B35FD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172DFCF" w14:textId="77777777" w:rsidR="007975CE" w:rsidRPr="00F67EBC" w:rsidRDefault="007975CE" w:rsidP="00074E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074ED3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306EB6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7975CE" w:rsidRPr="00F67EBC" w14:paraId="28AC186D" w14:textId="77777777" w:rsidTr="00306EB6">
        <w:tc>
          <w:tcPr>
            <w:tcW w:w="2694" w:type="dxa"/>
            <w:vAlign w:val="center"/>
          </w:tcPr>
          <w:p w14:paraId="414B1B9A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96EBF41" w14:textId="77777777" w:rsidR="007975CE" w:rsidRPr="00F67EBC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B07ACB" w:rsidRPr="00F67EBC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7975CE" w:rsidRPr="00F67EBC" w14:paraId="70537B03" w14:textId="77777777" w:rsidTr="00306EB6">
        <w:tc>
          <w:tcPr>
            <w:tcW w:w="2694" w:type="dxa"/>
            <w:vAlign w:val="center"/>
          </w:tcPr>
          <w:p w14:paraId="6D31D228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582A17" w14:textId="77777777" w:rsidR="007975CE" w:rsidRPr="00F67EBC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F67EBC" w14:paraId="0DD19E6A" w14:textId="77777777" w:rsidTr="00306EB6">
        <w:tc>
          <w:tcPr>
            <w:tcW w:w="2694" w:type="dxa"/>
            <w:vAlign w:val="center"/>
          </w:tcPr>
          <w:p w14:paraId="4DA306F1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24E3847" w14:textId="77777777" w:rsidR="007975CE" w:rsidRPr="00F67EBC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F67EBC" w14:paraId="3B728A9F" w14:textId="77777777" w:rsidTr="00306EB6">
        <w:tc>
          <w:tcPr>
            <w:tcW w:w="2694" w:type="dxa"/>
            <w:vAlign w:val="center"/>
          </w:tcPr>
          <w:p w14:paraId="3DB6F8D7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F7520A8" w14:textId="77777777" w:rsidR="007975CE" w:rsidRPr="00F67EBC" w:rsidRDefault="00FA414A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</w:tbl>
    <w:p w14:paraId="343CDB71" w14:textId="77777777" w:rsidR="0085747A" w:rsidRPr="00F67EB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67EBC">
        <w:rPr>
          <w:rFonts w:ascii="Corbel" w:hAnsi="Corbel"/>
          <w:sz w:val="24"/>
          <w:szCs w:val="24"/>
        </w:rPr>
        <w:t xml:space="preserve">* </w:t>
      </w:r>
      <w:r w:rsidRPr="00F67EBC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F67EB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67EBC">
        <w:rPr>
          <w:rFonts w:ascii="Corbel" w:hAnsi="Corbel"/>
          <w:b w:val="0"/>
          <w:sz w:val="24"/>
          <w:szCs w:val="24"/>
        </w:rPr>
        <w:t>e,</w:t>
      </w:r>
      <w:r w:rsidRPr="00F67EBC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F67EBC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F67EBC">
        <w:rPr>
          <w:rFonts w:ascii="Corbel" w:hAnsi="Corbel"/>
          <w:b w:val="0"/>
          <w:i/>
          <w:sz w:val="24"/>
          <w:szCs w:val="24"/>
        </w:rPr>
        <w:t>w Jednostce</w:t>
      </w:r>
    </w:p>
    <w:p w14:paraId="1DBB4430" w14:textId="77777777" w:rsidR="0085747A" w:rsidRPr="00F67EB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67EBC">
        <w:rPr>
          <w:rFonts w:ascii="Corbel" w:hAnsi="Corbel"/>
          <w:sz w:val="24"/>
          <w:szCs w:val="24"/>
        </w:rPr>
        <w:t>1.</w:t>
      </w:r>
      <w:r w:rsidR="00E22FBC" w:rsidRPr="00F67EBC">
        <w:rPr>
          <w:rFonts w:ascii="Corbel" w:hAnsi="Corbel"/>
          <w:sz w:val="24"/>
          <w:szCs w:val="24"/>
        </w:rPr>
        <w:t>1</w:t>
      </w:r>
      <w:r w:rsidRPr="00F67EB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4339984" w14:textId="77777777" w:rsidR="00923D7D" w:rsidRPr="00F67EB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F67EBC" w14:paraId="15284F47" w14:textId="77777777" w:rsidTr="00306E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19A5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7EBC">
              <w:rPr>
                <w:rFonts w:ascii="Corbel" w:hAnsi="Corbel"/>
                <w:szCs w:val="24"/>
              </w:rPr>
              <w:t>Semestr</w:t>
            </w:r>
          </w:p>
          <w:p w14:paraId="0505ADBB" w14:textId="77777777" w:rsidR="00015B8F" w:rsidRPr="00F67EB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7EBC">
              <w:rPr>
                <w:rFonts w:ascii="Corbel" w:hAnsi="Corbel"/>
                <w:szCs w:val="24"/>
              </w:rPr>
              <w:t>(</w:t>
            </w:r>
            <w:r w:rsidR="00363F78" w:rsidRPr="00F67EB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689CB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67EBC">
              <w:rPr>
                <w:rFonts w:ascii="Corbel" w:hAnsi="Corbel"/>
                <w:szCs w:val="24"/>
              </w:rPr>
              <w:t>Wykł</w:t>
            </w:r>
            <w:proofErr w:type="spellEnd"/>
            <w:r w:rsidRPr="00F67E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106B1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7EB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A74E4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67EBC">
              <w:rPr>
                <w:rFonts w:ascii="Corbel" w:hAnsi="Corbel"/>
                <w:szCs w:val="24"/>
              </w:rPr>
              <w:t>Konw</w:t>
            </w:r>
            <w:proofErr w:type="spellEnd"/>
            <w:r w:rsidRPr="00F67E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31854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7EB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955FC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67EBC">
              <w:rPr>
                <w:rFonts w:ascii="Corbel" w:hAnsi="Corbel"/>
                <w:szCs w:val="24"/>
              </w:rPr>
              <w:t>Sem</w:t>
            </w:r>
            <w:proofErr w:type="spellEnd"/>
            <w:r w:rsidRPr="00F67E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48DF9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7EB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752BD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67EBC">
              <w:rPr>
                <w:rFonts w:ascii="Corbel" w:hAnsi="Corbel"/>
                <w:szCs w:val="24"/>
              </w:rPr>
              <w:t>Prakt</w:t>
            </w:r>
            <w:proofErr w:type="spellEnd"/>
            <w:r w:rsidRPr="00F67E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DE8DE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7EB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B35B6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67EBC">
              <w:rPr>
                <w:rFonts w:ascii="Corbel" w:hAnsi="Corbel"/>
                <w:b/>
                <w:szCs w:val="24"/>
              </w:rPr>
              <w:t>Liczba pkt</w:t>
            </w:r>
            <w:r w:rsidR="00B90885" w:rsidRPr="00F67EBC">
              <w:rPr>
                <w:rFonts w:ascii="Corbel" w:hAnsi="Corbel"/>
                <w:b/>
                <w:szCs w:val="24"/>
              </w:rPr>
              <w:t>.</w:t>
            </w:r>
            <w:r w:rsidRPr="00F67EB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67EBC" w14:paraId="7A2C9640" w14:textId="77777777" w:rsidTr="00306E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60732" w14:textId="77777777" w:rsidR="00015B8F" w:rsidRPr="00F67EBC" w:rsidRDefault="005A3F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F00B" w14:textId="77777777" w:rsidR="00015B8F" w:rsidRPr="00F67E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B9889" w14:textId="77777777" w:rsidR="00015B8F" w:rsidRPr="00F67EBC" w:rsidRDefault="002D0E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77EA3" w14:textId="77777777" w:rsidR="00015B8F" w:rsidRPr="00F67E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1F5E6" w14:textId="77777777" w:rsidR="00015B8F" w:rsidRPr="00F67E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6BB9" w14:textId="77777777" w:rsidR="00015B8F" w:rsidRPr="00F67E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852BB" w14:textId="77777777" w:rsidR="00015B8F" w:rsidRPr="00F67E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A7E17" w14:textId="77777777" w:rsidR="00015B8F" w:rsidRPr="00F67E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40E00" w14:textId="77777777" w:rsidR="00015B8F" w:rsidRPr="00F67E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9E113" w14:textId="77777777" w:rsidR="00015B8F" w:rsidRPr="00F67EBC" w:rsidRDefault="00EA74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B8D1B4D" w14:textId="77777777" w:rsidR="00923D7D" w:rsidRPr="00F67EB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F5D0ACE" w14:textId="77777777" w:rsidR="0085747A" w:rsidRPr="00F67EB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>1.</w:t>
      </w:r>
      <w:r w:rsidR="00E22FBC" w:rsidRPr="00F67EBC">
        <w:rPr>
          <w:rFonts w:ascii="Corbel" w:hAnsi="Corbel"/>
          <w:smallCaps w:val="0"/>
          <w:szCs w:val="24"/>
        </w:rPr>
        <w:t>2</w:t>
      </w:r>
      <w:r w:rsidR="00F83B28" w:rsidRPr="00F67EBC">
        <w:rPr>
          <w:rFonts w:ascii="Corbel" w:hAnsi="Corbel"/>
          <w:smallCaps w:val="0"/>
          <w:szCs w:val="24"/>
        </w:rPr>
        <w:t>.</w:t>
      </w:r>
      <w:r w:rsidR="00F83B28" w:rsidRPr="00F67EBC">
        <w:rPr>
          <w:rFonts w:ascii="Corbel" w:hAnsi="Corbel"/>
          <w:smallCaps w:val="0"/>
          <w:szCs w:val="24"/>
        </w:rPr>
        <w:tab/>
      </w:r>
      <w:r w:rsidRPr="00F67EBC">
        <w:rPr>
          <w:rFonts w:ascii="Corbel" w:hAnsi="Corbel"/>
          <w:smallCaps w:val="0"/>
          <w:szCs w:val="24"/>
        </w:rPr>
        <w:t xml:space="preserve">Sposób realizacji zajęć  </w:t>
      </w:r>
    </w:p>
    <w:p w14:paraId="7F742C4A" w14:textId="77777777" w:rsidR="00306EB6" w:rsidRPr="003C0190" w:rsidRDefault="00306EB6" w:rsidP="00306E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6D42093" w14:textId="77777777" w:rsidR="00306EB6" w:rsidRPr="009C54AE" w:rsidRDefault="00306EB6" w:rsidP="00306E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32F26D76" w14:textId="77777777" w:rsidR="0085747A" w:rsidRPr="00F67EB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5E1B57" w14:textId="77777777" w:rsidR="00E22FBC" w:rsidRPr="00F67E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1.3 </w:t>
      </w:r>
      <w:r w:rsidR="00F83B28" w:rsidRPr="00F67EBC">
        <w:rPr>
          <w:rFonts w:ascii="Corbel" w:hAnsi="Corbel"/>
          <w:smallCaps w:val="0"/>
          <w:szCs w:val="24"/>
        </w:rPr>
        <w:tab/>
      </w:r>
      <w:r w:rsidRPr="00F67EBC">
        <w:rPr>
          <w:rFonts w:ascii="Corbel" w:hAnsi="Corbel"/>
          <w:smallCaps w:val="0"/>
          <w:szCs w:val="24"/>
        </w:rPr>
        <w:t>For</w:t>
      </w:r>
      <w:r w:rsidR="00445970" w:rsidRPr="00F67EBC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 w:rsidRPr="00F67EBC">
        <w:rPr>
          <w:rFonts w:ascii="Corbel" w:hAnsi="Corbel"/>
          <w:smallCaps w:val="0"/>
          <w:szCs w:val="24"/>
        </w:rPr>
        <w:t xml:space="preserve">przedmiotu </w:t>
      </w:r>
      <w:r w:rsidRPr="00F67EBC">
        <w:rPr>
          <w:rFonts w:ascii="Corbel" w:hAnsi="Corbel"/>
          <w:smallCaps w:val="0"/>
          <w:szCs w:val="24"/>
        </w:rPr>
        <w:t xml:space="preserve"> (</w:t>
      </w:r>
      <w:proofErr w:type="gramEnd"/>
      <w:r w:rsidRPr="00F67EBC">
        <w:rPr>
          <w:rFonts w:ascii="Corbel" w:hAnsi="Corbel"/>
          <w:smallCaps w:val="0"/>
          <w:szCs w:val="24"/>
        </w:rPr>
        <w:t xml:space="preserve">z toku) </w:t>
      </w:r>
      <w:r w:rsidRPr="00F67E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A4B996B" w14:textId="77777777" w:rsidR="009C54AE" w:rsidRPr="00F67EBC" w:rsidRDefault="00306EB6" w:rsidP="00306EB6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7975CE" w:rsidRPr="00F67EBC">
        <w:rPr>
          <w:rFonts w:ascii="Corbel" w:hAnsi="Corbel"/>
          <w:b w:val="0"/>
          <w:smallCaps w:val="0"/>
          <w:szCs w:val="24"/>
        </w:rPr>
        <w:t>aliczenie z oceną</w:t>
      </w:r>
    </w:p>
    <w:p w14:paraId="51497C48" w14:textId="77777777" w:rsidR="00E960BB" w:rsidRPr="00F67EB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31AAE7" w14:textId="77777777" w:rsidR="00E960BB" w:rsidRPr="00F67E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67EB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67EBC" w14:paraId="4E53DE86" w14:textId="77777777" w:rsidTr="00745302">
        <w:tc>
          <w:tcPr>
            <w:tcW w:w="9670" w:type="dxa"/>
          </w:tcPr>
          <w:p w14:paraId="0B76241B" w14:textId="77777777" w:rsidR="0085747A" w:rsidRPr="00F67EBC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B056D3" w:rsidRPr="00F67EBC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028C95CC" w14:textId="77777777" w:rsidR="00B056D3" w:rsidRPr="00F67EBC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5B61CA" w14:textId="77777777" w:rsidR="0085747A" w:rsidRPr="00F67EB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67EBC">
        <w:rPr>
          <w:rFonts w:ascii="Corbel" w:hAnsi="Corbel"/>
          <w:szCs w:val="24"/>
        </w:rPr>
        <w:t>3.</w:t>
      </w:r>
      <w:r w:rsidR="00A84C85" w:rsidRPr="00F67EBC">
        <w:rPr>
          <w:rFonts w:ascii="Corbel" w:hAnsi="Corbel"/>
          <w:szCs w:val="24"/>
        </w:rPr>
        <w:t>cele, efekty uczenia się</w:t>
      </w:r>
      <w:r w:rsidR="0085747A" w:rsidRPr="00F67EBC">
        <w:rPr>
          <w:rFonts w:ascii="Corbel" w:hAnsi="Corbel"/>
          <w:szCs w:val="24"/>
        </w:rPr>
        <w:t>, treści Programowe i stosowane metody Dydaktyczne</w:t>
      </w:r>
    </w:p>
    <w:p w14:paraId="5AC36271" w14:textId="77777777" w:rsidR="0085747A" w:rsidRPr="00F67E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A474A7" w14:textId="77777777" w:rsidR="0085747A" w:rsidRPr="00F67EB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67EBC">
        <w:rPr>
          <w:rFonts w:ascii="Corbel" w:hAnsi="Corbel"/>
          <w:sz w:val="24"/>
          <w:szCs w:val="24"/>
        </w:rPr>
        <w:t xml:space="preserve">3.1 </w:t>
      </w:r>
      <w:r w:rsidR="00C05F44" w:rsidRPr="00F67EBC">
        <w:rPr>
          <w:rFonts w:ascii="Corbel" w:hAnsi="Corbel"/>
          <w:sz w:val="24"/>
          <w:szCs w:val="24"/>
        </w:rPr>
        <w:t>Cele przedmiotu</w:t>
      </w:r>
    </w:p>
    <w:p w14:paraId="041BD7DB" w14:textId="77777777" w:rsidR="00F83B28" w:rsidRPr="00F67EB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85747A" w:rsidRPr="00F67EBC" w14:paraId="6FBA294A" w14:textId="77777777" w:rsidTr="00306EB6">
        <w:tc>
          <w:tcPr>
            <w:tcW w:w="851" w:type="dxa"/>
            <w:vAlign w:val="center"/>
          </w:tcPr>
          <w:p w14:paraId="3B348DFA" w14:textId="77777777" w:rsidR="0085747A" w:rsidRPr="00F67EB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6A378A1B" w14:textId="77777777" w:rsidR="0085747A" w:rsidRPr="00F67EBC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F67EB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kwestią osiągnięcia sukcesu przy ubieganiu się o </w:t>
            </w:r>
            <w:r w:rsidR="00352B6B" w:rsidRPr="00F67EB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programy UE, identyfikacji różnych rodzajów projektów współfinansowanych ze środków UE </w:t>
            </w:r>
          </w:p>
        </w:tc>
      </w:tr>
      <w:tr w:rsidR="0085747A" w:rsidRPr="00F67EBC" w14:paraId="39769CC1" w14:textId="77777777" w:rsidTr="00306EB6">
        <w:tc>
          <w:tcPr>
            <w:tcW w:w="851" w:type="dxa"/>
            <w:vAlign w:val="center"/>
          </w:tcPr>
          <w:p w14:paraId="53CEE2E9" w14:textId="77777777" w:rsidR="0085747A" w:rsidRPr="00F67EBC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2E3D531" w14:textId="77777777" w:rsidR="0085747A" w:rsidRPr="00F67EBC" w:rsidRDefault="007975CE" w:rsidP="00352B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F67EB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związanych z </w:t>
            </w:r>
            <w:r w:rsidR="00352B6B" w:rsidRPr="00F67EBC">
              <w:rPr>
                <w:rFonts w:ascii="Corbel" w:hAnsi="Corbel"/>
                <w:b w:val="0"/>
                <w:bCs/>
                <w:sz w:val="24"/>
                <w:szCs w:val="24"/>
              </w:rPr>
              <w:t>przygotowaniem projektu.</w:t>
            </w:r>
          </w:p>
        </w:tc>
      </w:tr>
      <w:tr w:rsidR="0085747A" w:rsidRPr="00F67EBC" w14:paraId="6278842D" w14:textId="77777777" w:rsidTr="00306EB6">
        <w:tc>
          <w:tcPr>
            <w:tcW w:w="851" w:type="dxa"/>
            <w:vAlign w:val="center"/>
          </w:tcPr>
          <w:p w14:paraId="16687DCB" w14:textId="77777777" w:rsidR="0085747A" w:rsidRPr="00F67EB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F67EB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1AE9AE1" w14:textId="77777777" w:rsidR="0085747A" w:rsidRPr="00F67EBC" w:rsidRDefault="00352B6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podmiotów gospodarczych w zakresie ubiegania się o fundusze strukturalne i realizacji projektów. </w:t>
            </w:r>
            <w:r w:rsidR="007975CE" w:rsidRPr="00F67EBC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44739567" w14:textId="77777777" w:rsidR="0085747A" w:rsidRPr="00F67E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376F34" w14:textId="77777777" w:rsidR="001D7B54" w:rsidRPr="00F67EBC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F67EBC">
        <w:rPr>
          <w:rFonts w:ascii="Corbel" w:hAnsi="Corbel"/>
          <w:b/>
          <w:sz w:val="24"/>
          <w:szCs w:val="24"/>
        </w:rPr>
        <w:t xml:space="preserve">3.2 </w:t>
      </w:r>
      <w:r w:rsidR="001D7B54" w:rsidRPr="00F67EBC">
        <w:rPr>
          <w:rFonts w:ascii="Corbel" w:hAnsi="Corbel"/>
          <w:b/>
          <w:sz w:val="24"/>
          <w:szCs w:val="24"/>
        </w:rPr>
        <w:t xml:space="preserve">Efekty </w:t>
      </w:r>
      <w:r w:rsidR="00C05F44" w:rsidRPr="00F67EB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67EBC">
        <w:rPr>
          <w:rFonts w:ascii="Corbel" w:hAnsi="Corbel"/>
          <w:b/>
          <w:sz w:val="24"/>
          <w:szCs w:val="24"/>
        </w:rPr>
        <w:t>dla przedmiotu</w:t>
      </w:r>
    </w:p>
    <w:p w14:paraId="66B1EF1C" w14:textId="77777777" w:rsidR="00B056D3" w:rsidRPr="00F67EBC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6450"/>
        <w:gridCol w:w="1789"/>
      </w:tblGrid>
      <w:tr w:rsidR="00306EB6" w:rsidRPr="00F67EBC" w14:paraId="74EB0BEE" w14:textId="77777777" w:rsidTr="00306EB6">
        <w:tc>
          <w:tcPr>
            <w:tcW w:w="1418" w:type="dxa"/>
            <w:vAlign w:val="center"/>
          </w:tcPr>
          <w:p w14:paraId="532F017A" w14:textId="77777777" w:rsidR="00306EB6" w:rsidRPr="00F67EBC" w:rsidRDefault="00306EB6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smallCaps w:val="0"/>
                <w:szCs w:val="24"/>
              </w:rPr>
              <w:t>EK</w:t>
            </w:r>
            <w:r w:rsidRPr="00F67E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gramStart"/>
            <w:r w:rsidRPr="00F67EBC">
              <w:rPr>
                <w:rFonts w:ascii="Corbel" w:hAnsi="Corbel"/>
                <w:b w:val="0"/>
                <w:smallCaps w:val="0"/>
                <w:szCs w:val="24"/>
              </w:rPr>
              <w:t>( efekt</w:t>
            </w:r>
            <w:proofErr w:type="gramEnd"/>
            <w:r w:rsidRPr="00F67E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76F7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67EB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49" w:type="dxa"/>
            <w:vAlign w:val="center"/>
          </w:tcPr>
          <w:p w14:paraId="4D588C45" w14:textId="77777777" w:rsidR="00306EB6" w:rsidRPr="00F67EBC" w:rsidRDefault="00306EB6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14" w:type="dxa"/>
            <w:vAlign w:val="center"/>
          </w:tcPr>
          <w:p w14:paraId="590A22EF" w14:textId="77777777" w:rsidR="00306EB6" w:rsidRPr="00F67EBC" w:rsidRDefault="00306EB6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56D3" w:rsidRPr="00F67EBC" w14:paraId="683A3267" w14:textId="77777777" w:rsidTr="00306EB6">
        <w:tc>
          <w:tcPr>
            <w:tcW w:w="1418" w:type="dxa"/>
            <w:vAlign w:val="center"/>
          </w:tcPr>
          <w:p w14:paraId="783592E2" w14:textId="77777777" w:rsidR="00B056D3" w:rsidRPr="00F67EBC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67EB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49" w:type="dxa"/>
          </w:tcPr>
          <w:p w14:paraId="3A50D7D2" w14:textId="77777777" w:rsidR="00B056D3" w:rsidRPr="00F67EBC" w:rsidRDefault="00262FFE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Zna i rozumie</w:t>
            </w:r>
            <w:r w:rsidR="00B056D3" w:rsidRPr="00F67EB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7EBC">
              <w:rPr>
                <w:rFonts w:ascii="Corbel" w:hAnsi="Corbel"/>
                <w:sz w:val="24"/>
                <w:szCs w:val="24"/>
              </w:rPr>
              <w:t xml:space="preserve">istotę </w:t>
            </w:r>
            <w:r w:rsidR="00B056D3" w:rsidRPr="00F67EBC">
              <w:rPr>
                <w:rFonts w:ascii="Corbel" w:hAnsi="Corbel"/>
                <w:sz w:val="24"/>
                <w:szCs w:val="24"/>
              </w:rPr>
              <w:t>podstawow</w:t>
            </w:r>
            <w:r w:rsidRPr="00F67EBC">
              <w:rPr>
                <w:rFonts w:ascii="Corbel" w:hAnsi="Corbel"/>
                <w:sz w:val="24"/>
                <w:szCs w:val="24"/>
              </w:rPr>
              <w:t>ych zasad polityki spójności i problemów związanych z realizacją projektów UE</w:t>
            </w:r>
            <w:r w:rsidR="00B056D3" w:rsidRPr="00F67EBC">
              <w:rPr>
                <w:rFonts w:ascii="Corbel" w:hAnsi="Corbel"/>
                <w:sz w:val="24"/>
                <w:szCs w:val="24"/>
              </w:rPr>
              <w:t xml:space="preserve">. Dobiera odpowiednie </w:t>
            </w:r>
            <w:r w:rsidRPr="00F67EBC">
              <w:rPr>
                <w:rFonts w:ascii="Corbel" w:hAnsi="Corbel"/>
                <w:sz w:val="24"/>
                <w:szCs w:val="24"/>
              </w:rPr>
              <w:t>programy UE dla poprawy społeczno-gospodarczego rozwoju</w:t>
            </w:r>
            <w:r w:rsidR="00476C6E" w:rsidRPr="00F67EB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14" w:type="dxa"/>
          </w:tcPr>
          <w:p w14:paraId="4A746689" w14:textId="77777777" w:rsidR="00B056D3" w:rsidRPr="00F67EBC" w:rsidRDefault="00B056D3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7EBC">
              <w:rPr>
                <w:rFonts w:ascii="Corbel" w:hAnsi="Corbel"/>
                <w:b w:val="0"/>
                <w:szCs w:val="24"/>
              </w:rPr>
              <w:t>K_W0</w:t>
            </w:r>
            <w:r w:rsidR="00003FF4" w:rsidRPr="00F67EBC">
              <w:rPr>
                <w:rFonts w:ascii="Corbel" w:hAnsi="Corbel"/>
                <w:b w:val="0"/>
                <w:szCs w:val="24"/>
              </w:rPr>
              <w:t>1</w:t>
            </w:r>
          </w:p>
          <w:p w14:paraId="6E8E680A" w14:textId="77777777" w:rsidR="00B056D3" w:rsidRPr="00F67EBC" w:rsidRDefault="00B056D3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zCs w:val="24"/>
              </w:rPr>
              <w:t>K_W 0</w:t>
            </w:r>
            <w:r w:rsidR="00003FF4" w:rsidRPr="00F67EBC">
              <w:rPr>
                <w:rFonts w:ascii="Corbel" w:hAnsi="Corbel"/>
                <w:b w:val="0"/>
                <w:szCs w:val="24"/>
              </w:rPr>
              <w:t>6</w:t>
            </w:r>
          </w:p>
        </w:tc>
      </w:tr>
      <w:tr w:rsidR="00B056D3" w:rsidRPr="00F67EBC" w14:paraId="554782E0" w14:textId="77777777" w:rsidTr="00306EB6">
        <w:tc>
          <w:tcPr>
            <w:tcW w:w="1418" w:type="dxa"/>
            <w:vAlign w:val="center"/>
          </w:tcPr>
          <w:p w14:paraId="1BAC937B" w14:textId="77777777" w:rsidR="00B056D3" w:rsidRPr="00F67EBC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67EBC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549" w:type="dxa"/>
          </w:tcPr>
          <w:p w14:paraId="46A2850A" w14:textId="77777777" w:rsidR="00B056D3" w:rsidRPr="00F67EBC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 w:rsidRPr="00F67EBC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F67EBC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14" w:type="dxa"/>
          </w:tcPr>
          <w:p w14:paraId="63D6A2AD" w14:textId="77777777" w:rsidR="00B056D3" w:rsidRPr="00F67EBC" w:rsidRDefault="00B056D3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7EBC">
              <w:rPr>
                <w:rFonts w:ascii="Corbel" w:hAnsi="Corbel"/>
                <w:b w:val="0"/>
                <w:szCs w:val="24"/>
              </w:rPr>
              <w:t>K_U0</w:t>
            </w:r>
            <w:r w:rsidR="00003FF4" w:rsidRPr="00F67EBC">
              <w:rPr>
                <w:rFonts w:ascii="Corbel" w:hAnsi="Corbel"/>
                <w:b w:val="0"/>
                <w:szCs w:val="24"/>
              </w:rPr>
              <w:t>2</w:t>
            </w:r>
          </w:p>
          <w:p w14:paraId="3C2BC314" w14:textId="77777777" w:rsidR="00B056D3" w:rsidRPr="00F67EBC" w:rsidRDefault="00B056D3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7EBC">
              <w:rPr>
                <w:rFonts w:ascii="Corbel" w:hAnsi="Corbel"/>
                <w:b w:val="0"/>
                <w:szCs w:val="24"/>
              </w:rPr>
              <w:t>K_U06</w:t>
            </w:r>
          </w:p>
          <w:p w14:paraId="75E7B63F" w14:textId="77777777" w:rsidR="00262FFE" w:rsidRPr="00F67EBC" w:rsidRDefault="00262FFE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</w:tbl>
    <w:p w14:paraId="3374AC1C" w14:textId="77777777" w:rsidR="00B056D3" w:rsidRPr="00F67EBC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DFB74C2" w14:textId="77777777" w:rsidR="001D7B54" w:rsidRPr="00F67EB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2BAEDFF" w14:textId="77777777" w:rsidR="0085747A" w:rsidRPr="00F67EB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67EBC">
        <w:rPr>
          <w:rFonts w:ascii="Corbel" w:hAnsi="Corbel"/>
          <w:b/>
          <w:sz w:val="24"/>
          <w:szCs w:val="24"/>
        </w:rPr>
        <w:t>3.3</w:t>
      </w:r>
      <w:r w:rsidR="0085747A" w:rsidRPr="00F67EBC">
        <w:rPr>
          <w:rFonts w:ascii="Corbel" w:hAnsi="Corbel"/>
          <w:b/>
          <w:sz w:val="24"/>
          <w:szCs w:val="24"/>
        </w:rPr>
        <w:t>T</w:t>
      </w:r>
      <w:r w:rsidR="001D7B54" w:rsidRPr="00F67EBC">
        <w:rPr>
          <w:rFonts w:ascii="Corbel" w:hAnsi="Corbel"/>
          <w:b/>
          <w:sz w:val="24"/>
          <w:szCs w:val="24"/>
        </w:rPr>
        <w:t xml:space="preserve">reści programowe </w:t>
      </w:r>
    </w:p>
    <w:p w14:paraId="68494054" w14:textId="77777777" w:rsidR="0046325E" w:rsidRPr="00F67EBC" w:rsidRDefault="0046325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D35B78C" w14:textId="77777777" w:rsidR="0085747A" w:rsidRPr="00F67EB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67EB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67EBC">
        <w:rPr>
          <w:rFonts w:ascii="Corbel" w:hAnsi="Corbel"/>
          <w:sz w:val="24"/>
          <w:szCs w:val="24"/>
        </w:rPr>
        <w:t xml:space="preserve">, </w:t>
      </w:r>
      <w:r w:rsidRPr="00F67EBC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46D98" w:rsidRPr="00F67EBC" w14:paraId="5D7BE8D3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F5850" w14:textId="77777777" w:rsidR="00046D98" w:rsidRPr="00F67EBC" w:rsidRDefault="00046D98" w:rsidP="007366C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6D98" w:rsidRPr="00F67EBC" w14:paraId="1051894A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D8EA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Fundusze strukturalne UE jako źródło finansowania rozwoju regionalnego </w:t>
            </w:r>
          </w:p>
        </w:tc>
      </w:tr>
      <w:tr w:rsidR="00046D98" w:rsidRPr="00F67EBC" w14:paraId="33B6902A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8E29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Analiza programów operacyjnych wdrażanych w latach 2014-2020 i efektów wsparcia finansowego regionów, powiatów i gmin</w:t>
            </w:r>
          </w:p>
        </w:tc>
      </w:tr>
      <w:tr w:rsidR="00046D98" w:rsidRPr="00F67EBC" w14:paraId="197AE528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569DB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Przykłady przedsięwzięć finansowanych </w:t>
            </w:r>
            <w:proofErr w:type="gramStart"/>
            <w:r w:rsidRPr="00F67EBC">
              <w:rPr>
                <w:rFonts w:ascii="Corbel" w:hAnsi="Corbel"/>
                <w:sz w:val="24"/>
                <w:szCs w:val="24"/>
              </w:rPr>
              <w:t>z  PROW</w:t>
            </w:r>
            <w:proofErr w:type="gramEnd"/>
            <w:r w:rsidRPr="00F67EBC">
              <w:rPr>
                <w:rFonts w:ascii="Corbel" w:hAnsi="Corbel"/>
                <w:sz w:val="24"/>
                <w:szCs w:val="24"/>
              </w:rPr>
              <w:t xml:space="preserve"> i ich ekonomiczno-finansowe efekty </w:t>
            </w:r>
          </w:p>
        </w:tc>
      </w:tr>
      <w:tr w:rsidR="00046D98" w:rsidRPr="00F67EBC" w14:paraId="4F680EAC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E6E8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="00046D98" w:rsidRPr="00F67EBC" w14:paraId="533A852F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C5C2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Wieloaspektowa analiza opracowywania i wdrażania RPO. </w:t>
            </w:r>
          </w:p>
        </w:tc>
      </w:tr>
      <w:tr w:rsidR="00046D98" w:rsidRPr="00F67EBC" w14:paraId="2C962CFE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3086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Analiza możliwości finansowania rozwoju lokalnego kierowanego przez społeczność, </w:t>
            </w:r>
          </w:p>
        </w:tc>
      </w:tr>
      <w:tr w:rsidR="00046D98" w:rsidRPr="00F67EBC" w14:paraId="3E188A92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DB7A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Analiza sposobu i zakresu finansowania ZIT-ów, ROF-ów </w:t>
            </w:r>
          </w:p>
        </w:tc>
      </w:tr>
      <w:tr w:rsidR="00046D98" w:rsidRPr="00F67EBC" w14:paraId="74F2E55F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E62B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Ewaluacja jako instrument kształtujący efektywność projektów (rodzaje i metody)</w:t>
            </w:r>
          </w:p>
        </w:tc>
      </w:tr>
    </w:tbl>
    <w:p w14:paraId="255660FA" w14:textId="77777777" w:rsidR="0046325E" w:rsidRPr="00F67EBC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F67EBC">
        <w:rPr>
          <w:rFonts w:ascii="Corbel" w:hAnsi="Corbel"/>
          <w:sz w:val="24"/>
          <w:szCs w:val="24"/>
        </w:rPr>
        <w:t xml:space="preserve"> </w:t>
      </w:r>
    </w:p>
    <w:p w14:paraId="7DD32D36" w14:textId="77777777" w:rsidR="0085747A" w:rsidRPr="00F67EB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>3.4 Metody dydaktyczne</w:t>
      </w:r>
    </w:p>
    <w:p w14:paraId="297A5B04" w14:textId="77777777" w:rsidR="00A033A9" w:rsidRPr="00F67EBC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F67EBC">
        <w:rPr>
          <w:rFonts w:ascii="Corbel" w:hAnsi="Corbel"/>
          <w:sz w:val="24"/>
          <w:szCs w:val="24"/>
        </w:rPr>
        <w:t xml:space="preserve">Ćwiczenia – prezentacja multimedialna, filmy </w:t>
      </w:r>
      <w:proofErr w:type="gramStart"/>
      <w:r w:rsidRPr="00F67EBC">
        <w:rPr>
          <w:rFonts w:ascii="Corbel" w:hAnsi="Corbel"/>
          <w:sz w:val="24"/>
          <w:szCs w:val="24"/>
        </w:rPr>
        <w:t>tematyczne,  analiza</w:t>
      </w:r>
      <w:proofErr w:type="gramEnd"/>
      <w:r w:rsidRPr="00F67EBC">
        <w:rPr>
          <w:rFonts w:ascii="Corbel" w:hAnsi="Corbel"/>
          <w:sz w:val="24"/>
          <w:szCs w:val="24"/>
        </w:rPr>
        <w:t xml:space="preserve"> studium przypadku, praca w kilkuosobowych grupach połączona z dyskusją i przedstawieniem rozwiązania problemu analizowanego w pracy zespołowej (metoda projektów).</w:t>
      </w:r>
    </w:p>
    <w:p w14:paraId="56027F98" w14:textId="77777777" w:rsidR="00E960BB" w:rsidRPr="00F67EB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E5CD93" w14:textId="77777777" w:rsidR="0085747A" w:rsidRPr="00F67EB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4. </w:t>
      </w:r>
      <w:r w:rsidR="0085747A" w:rsidRPr="00F67EBC">
        <w:rPr>
          <w:rFonts w:ascii="Corbel" w:hAnsi="Corbel"/>
          <w:smallCaps w:val="0"/>
          <w:szCs w:val="24"/>
        </w:rPr>
        <w:t>METODY I KRYTERIA OCENY</w:t>
      </w:r>
    </w:p>
    <w:p w14:paraId="630C54B2" w14:textId="77777777" w:rsidR="00923D7D" w:rsidRPr="00F67EB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1A17C3" w14:textId="77777777" w:rsidR="0085747A" w:rsidRPr="00F67EB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67EBC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F67EBC" w14:paraId="2AE5918D" w14:textId="77777777" w:rsidTr="00793C5B">
        <w:tc>
          <w:tcPr>
            <w:tcW w:w="1843" w:type="dxa"/>
            <w:vAlign w:val="center"/>
          </w:tcPr>
          <w:p w14:paraId="630E91A5" w14:textId="77777777" w:rsidR="00A033A9" w:rsidRPr="00F67EBC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40F63FE2" w14:textId="77777777" w:rsidR="00A033A9" w:rsidRPr="00F67EBC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41FD8BE1" w14:textId="77777777" w:rsidR="00A033A9" w:rsidRPr="00F67EBC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36EC1B38" w14:textId="77777777" w:rsidR="00A033A9" w:rsidRPr="00F67EBC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ADCFD13" w14:textId="77777777" w:rsidR="00A033A9" w:rsidRPr="00F67EBC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67E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67EB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033A9" w:rsidRPr="00F67EBC" w14:paraId="28BF7CA2" w14:textId="77777777" w:rsidTr="00793C5B">
        <w:tc>
          <w:tcPr>
            <w:tcW w:w="1843" w:type="dxa"/>
          </w:tcPr>
          <w:p w14:paraId="440DAB49" w14:textId="77777777" w:rsidR="00A033A9" w:rsidRPr="00F67EBC" w:rsidRDefault="00306EB6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A033A9" w:rsidRPr="00F67EB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812" w:type="dxa"/>
          </w:tcPr>
          <w:p w14:paraId="5B70D9EC" w14:textId="77777777" w:rsidR="00A033A9" w:rsidRPr="00F67EBC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13651ABD" w14:textId="77777777" w:rsidR="00A033A9" w:rsidRPr="00306EB6" w:rsidRDefault="00306EB6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6EB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06EB6" w:rsidRPr="00F67EBC" w14:paraId="598DF269" w14:textId="77777777" w:rsidTr="00793C5B">
        <w:tc>
          <w:tcPr>
            <w:tcW w:w="1843" w:type="dxa"/>
          </w:tcPr>
          <w:p w14:paraId="551D20A0" w14:textId="77777777" w:rsidR="00306EB6" w:rsidRPr="00F67EBC" w:rsidRDefault="00306EB6" w:rsidP="00306E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67EB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597988CB" w14:textId="77777777" w:rsidR="00306EB6" w:rsidRPr="00F67EBC" w:rsidRDefault="00306EB6" w:rsidP="00306E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Praca zaliczeniowa, obserwacja postawy i ocena prezentowanego stanowiska</w:t>
            </w:r>
          </w:p>
        </w:tc>
        <w:tc>
          <w:tcPr>
            <w:tcW w:w="1843" w:type="dxa"/>
          </w:tcPr>
          <w:p w14:paraId="2681B874" w14:textId="77777777" w:rsidR="00306EB6" w:rsidRPr="00F67EBC" w:rsidRDefault="00306EB6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06EB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935B24B" w14:textId="77777777" w:rsidR="0085747A" w:rsidRPr="00F67E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05A68F" w14:textId="77777777" w:rsidR="0085747A" w:rsidRPr="00F67EB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4.2 </w:t>
      </w:r>
      <w:r w:rsidR="0085747A" w:rsidRPr="00F67EBC">
        <w:rPr>
          <w:rFonts w:ascii="Corbel" w:hAnsi="Corbel"/>
          <w:smallCaps w:val="0"/>
          <w:szCs w:val="24"/>
        </w:rPr>
        <w:t>Warunki zaliczenia przedmiotu (kryteria oceniania)</w:t>
      </w:r>
    </w:p>
    <w:p w14:paraId="5FD3A872" w14:textId="77777777" w:rsidR="00923D7D" w:rsidRPr="00F67EB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F67EBC" w14:paraId="3EBE4940" w14:textId="77777777" w:rsidTr="00F22808">
        <w:tc>
          <w:tcPr>
            <w:tcW w:w="9520" w:type="dxa"/>
          </w:tcPr>
          <w:p w14:paraId="55F1F7DA" w14:textId="77777777" w:rsidR="00F22808" w:rsidRPr="00F67EBC" w:rsidRDefault="00F22808" w:rsidP="00BE3D8F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Zaliczenie przedmiotu na podstawie – pozytywnej oceny z pracy zaliczeniowej oraz przygotowania i zaprezentowania podczas zajęć prezentacji lub studium </w:t>
            </w:r>
            <w:r w:rsidR="00306EB6" w:rsidRPr="00F67EBC">
              <w:rPr>
                <w:rFonts w:ascii="Corbel" w:hAnsi="Corbel"/>
                <w:sz w:val="24"/>
                <w:szCs w:val="24"/>
              </w:rPr>
              <w:t>przypadku, a</w:t>
            </w:r>
            <w:r w:rsidRPr="00F67EBC">
              <w:rPr>
                <w:rFonts w:ascii="Corbel" w:hAnsi="Corbel"/>
                <w:sz w:val="24"/>
                <w:szCs w:val="24"/>
              </w:rPr>
              <w:t xml:space="preserve"> także aktywność w pracy zespołowej podczas ćwiczeń.</w:t>
            </w:r>
          </w:p>
        </w:tc>
      </w:tr>
    </w:tbl>
    <w:p w14:paraId="250CFB09" w14:textId="77777777" w:rsidR="0085747A" w:rsidRPr="00F67E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07597D" w14:textId="77777777" w:rsidR="009F4610" w:rsidRPr="00F67EB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67EBC">
        <w:rPr>
          <w:rFonts w:ascii="Corbel" w:hAnsi="Corbel"/>
          <w:b/>
          <w:sz w:val="24"/>
          <w:szCs w:val="24"/>
        </w:rPr>
        <w:t xml:space="preserve">5. </w:t>
      </w:r>
      <w:r w:rsidR="00C61DC5" w:rsidRPr="00F67EB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B010CB7" w14:textId="77777777" w:rsidR="0085747A" w:rsidRPr="00F67E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F67EBC" w14:paraId="625D35F5" w14:textId="77777777" w:rsidTr="00BE3D8F">
        <w:tc>
          <w:tcPr>
            <w:tcW w:w="4902" w:type="dxa"/>
            <w:vAlign w:val="center"/>
          </w:tcPr>
          <w:p w14:paraId="7251AF81" w14:textId="77777777" w:rsidR="0085747A" w:rsidRPr="00F67E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7EB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67EB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67EB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2C6DEC6" w14:textId="77777777" w:rsidR="0085747A" w:rsidRPr="00F67E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7EB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67EB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67EB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F67EBC" w14:paraId="1C1A9A07" w14:textId="77777777" w:rsidTr="00BE3D8F">
        <w:tc>
          <w:tcPr>
            <w:tcW w:w="4902" w:type="dxa"/>
          </w:tcPr>
          <w:p w14:paraId="2CEBE4A7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0AF9CAD" w14:textId="77777777" w:rsidR="00BE3D8F" w:rsidRPr="00F67EBC" w:rsidRDefault="002D0ED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E3D8F" w:rsidRPr="00F67EBC" w14:paraId="7BEA6D1B" w14:textId="77777777" w:rsidTr="00BE3D8F">
        <w:tc>
          <w:tcPr>
            <w:tcW w:w="4902" w:type="dxa"/>
          </w:tcPr>
          <w:p w14:paraId="4393B7B7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4FBB1AA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6DB737E" w14:textId="77777777" w:rsidR="00BE3D8F" w:rsidRPr="00F67EBC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3D8F" w:rsidRPr="00F67EBC" w14:paraId="7F6DF2BB" w14:textId="77777777" w:rsidTr="00BE3D8F">
        <w:tc>
          <w:tcPr>
            <w:tcW w:w="4902" w:type="dxa"/>
          </w:tcPr>
          <w:p w14:paraId="6B6897D2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67EB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67EB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6954C9A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04D7C" w:rsidRPr="00F67EBC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F67EB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8A8666B" w14:textId="77777777" w:rsidR="00BE3D8F" w:rsidRPr="00F67EBC" w:rsidRDefault="00340510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3</w:t>
            </w:r>
            <w:r w:rsidR="002D0EDF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BE3D8F" w:rsidRPr="00F67EBC" w14:paraId="7E72747F" w14:textId="77777777" w:rsidTr="00BE3D8F">
        <w:tc>
          <w:tcPr>
            <w:tcW w:w="4902" w:type="dxa"/>
          </w:tcPr>
          <w:p w14:paraId="3805E44C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51414E5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5</w:t>
            </w:r>
            <w:r w:rsidR="00046D98" w:rsidRPr="00F67EB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E3D8F" w:rsidRPr="00F67EBC" w14:paraId="0985656F" w14:textId="77777777" w:rsidTr="00BE3D8F">
        <w:tc>
          <w:tcPr>
            <w:tcW w:w="4902" w:type="dxa"/>
          </w:tcPr>
          <w:p w14:paraId="07EC2E24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67EB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AB2D441" w14:textId="77777777" w:rsidR="00BE3D8F" w:rsidRPr="00F67EBC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D91000E" w14:textId="77777777" w:rsidR="0085747A" w:rsidRPr="00F67EB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67EB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67EB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EBC03C9" w14:textId="77777777" w:rsidR="003E1941" w:rsidRPr="00F67EB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EA02AC" w14:textId="77777777" w:rsidR="0085747A" w:rsidRPr="00F67EB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6. </w:t>
      </w:r>
      <w:r w:rsidR="0085747A" w:rsidRPr="00F67EBC">
        <w:rPr>
          <w:rFonts w:ascii="Corbel" w:hAnsi="Corbel"/>
          <w:smallCaps w:val="0"/>
          <w:szCs w:val="24"/>
        </w:rPr>
        <w:t>PRAKTYKI ZAWO</w:t>
      </w:r>
      <w:r w:rsidR="009D3F3B" w:rsidRPr="00F67EBC">
        <w:rPr>
          <w:rFonts w:ascii="Corbel" w:hAnsi="Corbel"/>
          <w:smallCaps w:val="0"/>
          <w:szCs w:val="24"/>
        </w:rPr>
        <w:t>DOWE W RAMACH PRZEDMIOTU</w:t>
      </w:r>
    </w:p>
    <w:p w14:paraId="0575535C" w14:textId="77777777" w:rsidR="0085747A" w:rsidRPr="00F67EB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F67EBC" w14:paraId="43B8B45D" w14:textId="77777777" w:rsidTr="00306EB6">
        <w:trPr>
          <w:trHeight w:val="397"/>
          <w:jc w:val="center"/>
        </w:trPr>
        <w:tc>
          <w:tcPr>
            <w:tcW w:w="3544" w:type="dxa"/>
          </w:tcPr>
          <w:p w14:paraId="010B9FDB" w14:textId="77777777" w:rsidR="0085747A" w:rsidRPr="00F67E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6004736" w14:textId="77777777" w:rsidR="0085747A" w:rsidRPr="00F67EBC" w:rsidRDefault="002D0EDF" w:rsidP="002D0E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67EBC" w14:paraId="5056C542" w14:textId="77777777" w:rsidTr="00306EB6">
        <w:trPr>
          <w:trHeight w:val="397"/>
          <w:jc w:val="center"/>
        </w:trPr>
        <w:tc>
          <w:tcPr>
            <w:tcW w:w="3544" w:type="dxa"/>
          </w:tcPr>
          <w:p w14:paraId="1FEC3F9C" w14:textId="77777777" w:rsidR="0085747A" w:rsidRPr="00F67E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55105C2" w14:textId="77777777" w:rsidR="0085747A" w:rsidRPr="00F67EBC" w:rsidRDefault="002D0EDF" w:rsidP="002D0E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BDA5064" w14:textId="77777777" w:rsidR="0085747A" w:rsidRPr="00F67E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7. </w:t>
      </w:r>
      <w:r w:rsidR="0085747A" w:rsidRPr="00F67EBC">
        <w:rPr>
          <w:rFonts w:ascii="Corbel" w:hAnsi="Corbel"/>
          <w:smallCaps w:val="0"/>
          <w:szCs w:val="24"/>
        </w:rPr>
        <w:t>LITERATURA</w:t>
      </w:r>
    </w:p>
    <w:p w14:paraId="714AD6E1" w14:textId="77777777" w:rsidR="0046325E" w:rsidRPr="00F67EBC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6325E" w:rsidRPr="00F67EBC" w14:paraId="3856B94F" w14:textId="77777777" w:rsidTr="005B5D74">
        <w:trPr>
          <w:trHeight w:val="397"/>
          <w:jc w:val="center"/>
        </w:trPr>
        <w:tc>
          <w:tcPr>
            <w:tcW w:w="9781" w:type="dxa"/>
          </w:tcPr>
          <w:p w14:paraId="5F226BAD" w14:textId="77777777" w:rsidR="0046325E" w:rsidRPr="00F67EBC" w:rsidRDefault="0046325E" w:rsidP="005B5D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689A217" w14:textId="77777777" w:rsidR="0046325E" w:rsidRPr="00306EB6" w:rsidRDefault="0046325E" w:rsidP="005B5D7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87"/>
              <w:rPr>
                <w:rFonts w:ascii="Corbel" w:hAnsi="Corbel"/>
                <w:sz w:val="24"/>
                <w:szCs w:val="24"/>
              </w:rPr>
            </w:pPr>
            <w:r w:rsidRPr="00306EB6">
              <w:rPr>
                <w:rFonts w:ascii="Corbel" w:hAnsi="Corbel"/>
                <w:sz w:val="24"/>
                <w:szCs w:val="24"/>
              </w:rPr>
              <w:t>Miś T., Pamuła T. (</w:t>
            </w:r>
            <w:proofErr w:type="gramStart"/>
            <w:r w:rsidRPr="00306EB6">
              <w:rPr>
                <w:rFonts w:ascii="Corbel" w:hAnsi="Corbel"/>
                <w:sz w:val="24"/>
                <w:szCs w:val="24"/>
              </w:rPr>
              <w:t>red.)Fundusze</w:t>
            </w:r>
            <w:proofErr w:type="gramEnd"/>
            <w:r w:rsidRPr="00306EB6">
              <w:rPr>
                <w:rFonts w:ascii="Corbel" w:hAnsi="Corbel"/>
                <w:sz w:val="24"/>
                <w:szCs w:val="24"/>
              </w:rPr>
              <w:t xml:space="preserve"> UE jako czynnik poprawy konkurencyjności i jakości życia na obszarach wiejskich Podkarpacia. Wyd. </w:t>
            </w:r>
            <w:r w:rsidRPr="00306EB6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291C28D2" w14:textId="77777777" w:rsidR="0046325E" w:rsidRPr="00306EB6" w:rsidRDefault="00C117F7" w:rsidP="005B5D74">
            <w:pPr>
              <w:pStyle w:val="Akapitzlist"/>
              <w:numPr>
                <w:ilvl w:val="0"/>
                <w:numId w:val="3"/>
              </w:numPr>
              <w:spacing w:after="0"/>
              <w:ind w:left="487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306EB6">
              <w:rPr>
                <w:rFonts w:ascii="Corbel" w:hAnsi="Corbel"/>
                <w:sz w:val="24"/>
                <w:szCs w:val="24"/>
              </w:rPr>
              <w:t xml:space="preserve">Kleinowski M., Piechowicz M., Sikora-Gaca M. Fundusze i programy Unii Europejskiej wspierające przedsiębiorstwa w perspektywie finansowej 2014-2020 </w:t>
            </w:r>
            <w:proofErr w:type="spellStart"/>
            <w:r w:rsidRPr="00306EB6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306EB6">
              <w:rPr>
                <w:rFonts w:ascii="Corbel" w:hAnsi="Corbel"/>
                <w:sz w:val="24"/>
                <w:szCs w:val="24"/>
              </w:rPr>
              <w:t>, Warszawa 2016.</w:t>
            </w:r>
          </w:p>
        </w:tc>
      </w:tr>
      <w:tr w:rsidR="0046325E" w:rsidRPr="00F67EBC" w14:paraId="26720EE4" w14:textId="77777777" w:rsidTr="005B5D74">
        <w:trPr>
          <w:trHeight w:val="397"/>
          <w:jc w:val="center"/>
        </w:trPr>
        <w:tc>
          <w:tcPr>
            <w:tcW w:w="9781" w:type="dxa"/>
          </w:tcPr>
          <w:p w14:paraId="720FEE4D" w14:textId="420B1C4D" w:rsidR="0046325E" w:rsidRPr="00F67EBC" w:rsidRDefault="0046325E" w:rsidP="005B5D7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683601AC" w14:textId="3F498E17" w:rsidR="0046325E" w:rsidRPr="00306EB6" w:rsidRDefault="0046325E" w:rsidP="005B5D7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87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306EB6">
              <w:rPr>
                <w:rFonts w:ascii="Corbel" w:hAnsi="Corbel"/>
                <w:sz w:val="24"/>
                <w:szCs w:val="24"/>
              </w:rPr>
              <w:t>Ministerstwo Rozwoju. Instrumenty finansowe w ramach perspektywy finansowej 2014-</w:t>
            </w:r>
            <w:r w:rsidRPr="00306EB6">
              <w:rPr>
                <w:rFonts w:ascii="Corbel" w:hAnsi="Corbel"/>
                <w:sz w:val="24"/>
                <w:szCs w:val="24"/>
              </w:rPr>
              <w:lastRenderedPageBreak/>
              <w:t>202020, zakres i forma. Warszawa 2017.</w:t>
            </w:r>
          </w:p>
          <w:p w14:paraId="7AEB0D81" w14:textId="77777777" w:rsidR="0046325E" w:rsidRPr="00306EB6" w:rsidRDefault="0046325E" w:rsidP="005B5D7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87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306EB6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306EB6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00B21294" w14:textId="77777777" w:rsidR="0046325E" w:rsidRPr="00F67EBC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A7F71C3" w14:textId="77777777" w:rsidR="00BE3D8F" w:rsidRPr="00F67EBC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3C0FF3" w14:textId="77777777" w:rsidR="0085747A" w:rsidRPr="00F67E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3C8E82" w14:textId="77777777" w:rsidR="0085747A" w:rsidRPr="00F67EB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67EB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67EB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83FE1F" w14:textId="77777777" w:rsidR="0042070D" w:rsidRDefault="0042070D" w:rsidP="00C16ABF">
      <w:pPr>
        <w:spacing w:after="0" w:line="240" w:lineRule="auto"/>
      </w:pPr>
      <w:r>
        <w:separator/>
      </w:r>
    </w:p>
  </w:endnote>
  <w:endnote w:type="continuationSeparator" w:id="0">
    <w:p w14:paraId="25F0FE61" w14:textId="77777777" w:rsidR="0042070D" w:rsidRDefault="004207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F1A03D" w14:textId="77777777" w:rsidR="0042070D" w:rsidRDefault="0042070D" w:rsidP="00C16ABF">
      <w:pPr>
        <w:spacing w:after="0" w:line="240" w:lineRule="auto"/>
      </w:pPr>
      <w:r>
        <w:separator/>
      </w:r>
    </w:p>
  </w:footnote>
  <w:footnote w:type="continuationSeparator" w:id="0">
    <w:p w14:paraId="639DAE4D" w14:textId="77777777" w:rsidR="0042070D" w:rsidRDefault="0042070D" w:rsidP="00C16ABF">
      <w:pPr>
        <w:spacing w:after="0" w:line="240" w:lineRule="auto"/>
      </w:pPr>
      <w:r>
        <w:continuationSeparator/>
      </w:r>
    </w:p>
  </w:footnote>
  <w:footnote w:id="1">
    <w:p w14:paraId="1D693FFF" w14:textId="77777777" w:rsidR="00306EB6" w:rsidRDefault="00306EB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F60B0"/>
    <w:multiLevelType w:val="hybridMultilevel"/>
    <w:tmpl w:val="16C62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3C4903"/>
    <w:multiLevelType w:val="hybridMultilevel"/>
    <w:tmpl w:val="4086A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792615"/>
    <w:multiLevelType w:val="hybridMultilevel"/>
    <w:tmpl w:val="4086A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3FF4"/>
    <w:rsid w:val="000048FD"/>
    <w:rsid w:val="000077B4"/>
    <w:rsid w:val="00015B8F"/>
    <w:rsid w:val="00022ECE"/>
    <w:rsid w:val="00042A51"/>
    <w:rsid w:val="00042D2E"/>
    <w:rsid w:val="00044C82"/>
    <w:rsid w:val="00046D98"/>
    <w:rsid w:val="000576F3"/>
    <w:rsid w:val="00070ED6"/>
    <w:rsid w:val="000742DC"/>
    <w:rsid w:val="00074ED3"/>
    <w:rsid w:val="00084C12"/>
    <w:rsid w:val="0009462C"/>
    <w:rsid w:val="00094B12"/>
    <w:rsid w:val="00096C46"/>
    <w:rsid w:val="000A296F"/>
    <w:rsid w:val="000A2A28"/>
    <w:rsid w:val="000A3CDF"/>
    <w:rsid w:val="000B1781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1791D"/>
    <w:rsid w:val="0022477D"/>
    <w:rsid w:val="002278A9"/>
    <w:rsid w:val="00230CC8"/>
    <w:rsid w:val="002336F9"/>
    <w:rsid w:val="0024028F"/>
    <w:rsid w:val="00244ABC"/>
    <w:rsid w:val="00262FF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EDF"/>
    <w:rsid w:val="002D3375"/>
    <w:rsid w:val="002D73D4"/>
    <w:rsid w:val="002F02A3"/>
    <w:rsid w:val="002F4ABE"/>
    <w:rsid w:val="003018BA"/>
    <w:rsid w:val="0030395F"/>
    <w:rsid w:val="00305C92"/>
    <w:rsid w:val="00306EB6"/>
    <w:rsid w:val="00311AD1"/>
    <w:rsid w:val="003151C5"/>
    <w:rsid w:val="003343CF"/>
    <w:rsid w:val="00340510"/>
    <w:rsid w:val="00346FE9"/>
    <w:rsid w:val="0034759A"/>
    <w:rsid w:val="003503F6"/>
    <w:rsid w:val="00352B6B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070D"/>
    <w:rsid w:val="0042244A"/>
    <w:rsid w:val="0042745A"/>
    <w:rsid w:val="00431D5C"/>
    <w:rsid w:val="004362C6"/>
    <w:rsid w:val="00437FA2"/>
    <w:rsid w:val="00445970"/>
    <w:rsid w:val="004601CB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4D7C"/>
    <w:rsid w:val="00504F18"/>
    <w:rsid w:val="00513B6F"/>
    <w:rsid w:val="00517C63"/>
    <w:rsid w:val="005363C4"/>
    <w:rsid w:val="00536BDE"/>
    <w:rsid w:val="00543ACC"/>
    <w:rsid w:val="0056696D"/>
    <w:rsid w:val="00591826"/>
    <w:rsid w:val="0059484D"/>
    <w:rsid w:val="005A0855"/>
    <w:rsid w:val="005A133C"/>
    <w:rsid w:val="005A3196"/>
    <w:rsid w:val="005A3FC4"/>
    <w:rsid w:val="005B5D74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EB1"/>
    <w:rsid w:val="00647FA8"/>
    <w:rsid w:val="00650C5F"/>
    <w:rsid w:val="00654934"/>
    <w:rsid w:val="006620D9"/>
    <w:rsid w:val="00671958"/>
    <w:rsid w:val="00675843"/>
    <w:rsid w:val="00696477"/>
    <w:rsid w:val="006A52AE"/>
    <w:rsid w:val="006D050F"/>
    <w:rsid w:val="006D6139"/>
    <w:rsid w:val="006E5D65"/>
    <w:rsid w:val="006F1282"/>
    <w:rsid w:val="006F1FBC"/>
    <w:rsid w:val="006F3140"/>
    <w:rsid w:val="006F31E2"/>
    <w:rsid w:val="00703DA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D6F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2F92"/>
    <w:rsid w:val="0081554D"/>
    <w:rsid w:val="0081707E"/>
    <w:rsid w:val="008449B3"/>
    <w:rsid w:val="0085042E"/>
    <w:rsid w:val="008552A2"/>
    <w:rsid w:val="00856CC5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6A5C"/>
    <w:rsid w:val="009508DF"/>
    <w:rsid w:val="00950DAC"/>
    <w:rsid w:val="00954A07"/>
    <w:rsid w:val="00984B23"/>
    <w:rsid w:val="00991867"/>
    <w:rsid w:val="00997F14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185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07ACB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5762"/>
    <w:rsid w:val="00CD6897"/>
    <w:rsid w:val="00CE5BAC"/>
    <w:rsid w:val="00CF25BE"/>
    <w:rsid w:val="00CF78ED"/>
    <w:rsid w:val="00D02B25"/>
    <w:rsid w:val="00D02EBA"/>
    <w:rsid w:val="00D17C3C"/>
    <w:rsid w:val="00D249A6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31A22"/>
    <w:rsid w:val="00E51E44"/>
    <w:rsid w:val="00E55D22"/>
    <w:rsid w:val="00E63348"/>
    <w:rsid w:val="00E661B9"/>
    <w:rsid w:val="00E742AA"/>
    <w:rsid w:val="00E76F7A"/>
    <w:rsid w:val="00E77E88"/>
    <w:rsid w:val="00E8107D"/>
    <w:rsid w:val="00E960BB"/>
    <w:rsid w:val="00EA069B"/>
    <w:rsid w:val="00EA2074"/>
    <w:rsid w:val="00EA3669"/>
    <w:rsid w:val="00EA4832"/>
    <w:rsid w:val="00EA4E9D"/>
    <w:rsid w:val="00EA74BB"/>
    <w:rsid w:val="00EC4271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462E8"/>
    <w:rsid w:val="00F526AF"/>
    <w:rsid w:val="00F617C3"/>
    <w:rsid w:val="00F65815"/>
    <w:rsid w:val="00F67EBC"/>
    <w:rsid w:val="00F7066B"/>
    <w:rsid w:val="00F83B28"/>
    <w:rsid w:val="00F974DA"/>
    <w:rsid w:val="00FA414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7C64F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4E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4E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4ED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4E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4ED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DBC7F-DBA3-41F6-8BC7-298A94E016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173BCC-FA4B-422A-AEAA-8A9596EBA6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C9BC20-2538-4ED2-8AB4-63CCA65CE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9FBBF5-0DFB-4BDF-AD23-2E95B154C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781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8</cp:revision>
  <cp:lastPrinted>2019-02-06T12:12:00Z</cp:lastPrinted>
  <dcterms:created xsi:type="dcterms:W3CDTF">2020-11-27T13:58:00Z</dcterms:created>
  <dcterms:modified xsi:type="dcterms:W3CDTF">2021-02-09T06:15:00Z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